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74EA5" w14:textId="77777777" w:rsidR="004E6904" w:rsidRDefault="004E6904" w:rsidP="004C0887">
      <w:pPr>
        <w:jc w:val="both"/>
      </w:pPr>
    </w:p>
    <w:p w14:paraId="2DC0D127" w14:textId="5154CE97" w:rsidR="006A2D29" w:rsidRDefault="000719BF" w:rsidP="001B1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Heidy </w:t>
      </w:r>
      <w:proofErr w:type="spellStart"/>
      <w:r>
        <w:rPr>
          <w:rFonts w:ascii="Times New Roman" w:hAnsi="Times New Roman" w:cs="Times New Roman"/>
          <w:sz w:val="24"/>
          <w:szCs w:val="24"/>
        </w:rPr>
        <w:t>Purga</w:t>
      </w:r>
      <w:proofErr w:type="spellEnd"/>
    </w:p>
    <w:p w14:paraId="2BE5C002" w14:textId="00C2C3F3" w:rsidR="000727B8" w:rsidRDefault="000719BF" w:rsidP="001B1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kultuuriminister</w:t>
      </w:r>
      <w:r w:rsidR="0012719E">
        <w:rPr>
          <w:rFonts w:ascii="Times New Roman" w:hAnsi="Times New Roman" w:cs="Times New Roman"/>
          <w:sz w:val="24"/>
          <w:szCs w:val="24"/>
        </w:rPr>
        <w:t xml:space="preserve"> </w:t>
      </w:r>
      <w:r w:rsidR="0012719E">
        <w:rPr>
          <w:rFonts w:ascii="Times New Roman" w:hAnsi="Times New Roman" w:cs="Times New Roman"/>
          <w:sz w:val="24"/>
          <w:szCs w:val="24"/>
        </w:rPr>
        <w:tab/>
      </w:r>
    </w:p>
    <w:p w14:paraId="572A26C6" w14:textId="0645EED9" w:rsidR="001B1C43" w:rsidRPr="00743385" w:rsidRDefault="000719BF" w:rsidP="001B1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Kultuuri</w:t>
      </w:r>
      <w:r w:rsidR="000727B8">
        <w:rPr>
          <w:rFonts w:ascii="Times New Roman" w:hAnsi="Times New Roman" w:cs="Times New Roman"/>
          <w:sz w:val="24"/>
          <w:szCs w:val="24"/>
        </w:rPr>
        <w:t>ministeerium</w:t>
      </w:r>
      <w:r w:rsidR="0012719E">
        <w:rPr>
          <w:rFonts w:ascii="Times New Roman" w:hAnsi="Times New Roman" w:cs="Times New Roman"/>
          <w:sz w:val="24"/>
          <w:szCs w:val="24"/>
        </w:rPr>
        <w:tab/>
      </w:r>
      <w:r w:rsidR="0012719E">
        <w:rPr>
          <w:rFonts w:ascii="Times New Roman" w:hAnsi="Times New Roman" w:cs="Times New Roman"/>
          <w:sz w:val="24"/>
          <w:szCs w:val="24"/>
        </w:rPr>
        <w:tab/>
      </w:r>
      <w:r w:rsidR="0012719E">
        <w:rPr>
          <w:rFonts w:ascii="Times New Roman" w:hAnsi="Times New Roman" w:cs="Times New Roman"/>
          <w:sz w:val="24"/>
          <w:szCs w:val="24"/>
        </w:rPr>
        <w:tab/>
      </w:r>
      <w:r w:rsidR="000727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27</w:t>
      </w:r>
      <w:r w:rsidR="0012719E">
        <w:rPr>
          <w:rFonts w:ascii="Times New Roman" w:hAnsi="Times New Roman" w:cs="Times New Roman"/>
          <w:sz w:val="24"/>
          <w:szCs w:val="24"/>
        </w:rPr>
        <w:t>.02.2025 nr 1-7/</w:t>
      </w:r>
      <w:r w:rsidR="007B6648">
        <w:rPr>
          <w:rFonts w:ascii="Times New Roman" w:hAnsi="Times New Roman" w:cs="Times New Roman"/>
          <w:sz w:val="24"/>
          <w:szCs w:val="24"/>
        </w:rPr>
        <w:t>81</w:t>
      </w:r>
    </w:p>
    <w:p w14:paraId="48B4B07B" w14:textId="56E34243" w:rsidR="00213BEE" w:rsidRPr="00743385" w:rsidRDefault="00213BEE" w:rsidP="004C08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D1248A" w14:textId="77777777" w:rsidR="009448E8" w:rsidRDefault="009448E8" w:rsidP="004C088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C87683" w14:textId="24195B52" w:rsidR="00AD3E51" w:rsidRPr="00743385" w:rsidRDefault="00AD3E51" w:rsidP="004C088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3385">
        <w:rPr>
          <w:rFonts w:ascii="Times New Roman" w:hAnsi="Times New Roman" w:cs="Times New Roman"/>
          <w:b/>
          <w:bCs/>
          <w:sz w:val="24"/>
          <w:szCs w:val="24"/>
        </w:rPr>
        <w:t>Kutse X</w:t>
      </w:r>
      <w:r w:rsidR="00A62F37" w:rsidRPr="00743385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7E67CE" w:rsidRPr="00743385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Pr="00743385">
        <w:rPr>
          <w:rFonts w:ascii="Times New Roman" w:hAnsi="Times New Roman" w:cs="Times New Roman"/>
          <w:b/>
          <w:bCs/>
          <w:sz w:val="24"/>
          <w:szCs w:val="24"/>
        </w:rPr>
        <w:t xml:space="preserve"> Linnade ja Valdade Päevadele </w:t>
      </w:r>
    </w:p>
    <w:p w14:paraId="4D53976C" w14:textId="1AE4F1CA" w:rsidR="00213BEE" w:rsidRPr="00743385" w:rsidRDefault="00213BEE" w:rsidP="004C08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1C86E8" w14:textId="1C55AFCC" w:rsidR="00213BEE" w:rsidRPr="00743385" w:rsidRDefault="0034108B" w:rsidP="004C0887">
      <w:pPr>
        <w:jc w:val="both"/>
        <w:rPr>
          <w:rFonts w:ascii="Times New Roman" w:hAnsi="Times New Roman" w:cs="Times New Roman"/>
          <w:sz w:val="24"/>
          <w:szCs w:val="24"/>
        </w:rPr>
      </w:pPr>
      <w:r w:rsidRPr="00743385">
        <w:rPr>
          <w:rFonts w:ascii="Times New Roman" w:hAnsi="Times New Roman" w:cs="Times New Roman"/>
          <w:sz w:val="24"/>
          <w:szCs w:val="24"/>
        </w:rPr>
        <w:t xml:space="preserve">Austatud </w:t>
      </w:r>
      <w:r w:rsidR="000719BF">
        <w:rPr>
          <w:rFonts w:ascii="Times New Roman" w:hAnsi="Times New Roman" w:cs="Times New Roman"/>
          <w:sz w:val="24"/>
          <w:szCs w:val="24"/>
        </w:rPr>
        <w:t xml:space="preserve">Heidy </w:t>
      </w:r>
      <w:proofErr w:type="spellStart"/>
      <w:r w:rsidR="000719BF">
        <w:rPr>
          <w:rFonts w:ascii="Times New Roman" w:hAnsi="Times New Roman" w:cs="Times New Roman"/>
          <w:sz w:val="24"/>
          <w:szCs w:val="24"/>
        </w:rPr>
        <w:t>Purga</w:t>
      </w:r>
      <w:proofErr w:type="spellEnd"/>
    </w:p>
    <w:p w14:paraId="3B9CF375" w14:textId="0F34AC58" w:rsidR="00D74A47" w:rsidRDefault="00D74A47" w:rsidP="004C0887">
      <w:pPr>
        <w:jc w:val="both"/>
      </w:pPr>
    </w:p>
    <w:p w14:paraId="72C46177" w14:textId="68D399E1" w:rsidR="00D74A47" w:rsidRDefault="00AD3E51" w:rsidP="00BE0D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F37">
        <w:rPr>
          <w:rFonts w:ascii="Times New Roman" w:hAnsi="Times New Roman" w:cs="Times New Roman"/>
          <w:sz w:val="24"/>
          <w:szCs w:val="24"/>
        </w:rPr>
        <w:t>Meil on heameel Teile teada</w:t>
      </w:r>
      <w:r w:rsidR="00BE0D31">
        <w:rPr>
          <w:rFonts w:ascii="Times New Roman" w:hAnsi="Times New Roman" w:cs="Times New Roman"/>
          <w:sz w:val="24"/>
          <w:szCs w:val="24"/>
        </w:rPr>
        <w:t xml:space="preserve"> anda</w:t>
      </w:r>
      <w:r w:rsidRPr="00A62F37">
        <w:rPr>
          <w:rFonts w:ascii="Times New Roman" w:hAnsi="Times New Roman" w:cs="Times New Roman"/>
          <w:sz w:val="24"/>
          <w:szCs w:val="24"/>
        </w:rPr>
        <w:t xml:space="preserve">, et </w:t>
      </w:r>
      <w:r w:rsidR="00011AC1">
        <w:rPr>
          <w:rFonts w:ascii="Times New Roman" w:hAnsi="Times New Roman" w:cs="Times New Roman"/>
          <w:sz w:val="24"/>
          <w:szCs w:val="24"/>
        </w:rPr>
        <w:t>9.</w:t>
      </w:r>
      <w:r w:rsidR="00320CB8">
        <w:rPr>
          <w:rFonts w:ascii="Times New Roman" w:hAnsi="Times New Roman" w:cs="Times New Roman"/>
          <w:sz w:val="24"/>
          <w:szCs w:val="24"/>
        </w:rPr>
        <w:t>–</w:t>
      </w:r>
      <w:r w:rsidR="00EB4F15">
        <w:rPr>
          <w:rFonts w:ascii="Times New Roman" w:hAnsi="Times New Roman" w:cs="Times New Roman"/>
          <w:sz w:val="24"/>
          <w:szCs w:val="24"/>
        </w:rPr>
        <w:t>1</w:t>
      </w:r>
      <w:r w:rsidR="00011AC1">
        <w:rPr>
          <w:rFonts w:ascii="Times New Roman" w:hAnsi="Times New Roman" w:cs="Times New Roman"/>
          <w:sz w:val="24"/>
          <w:szCs w:val="24"/>
        </w:rPr>
        <w:t>0</w:t>
      </w:r>
      <w:r w:rsidR="00EB4F15">
        <w:rPr>
          <w:rFonts w:ascii="Times New Roman" w:hAnsi="Times New Roman" w:cs="Times New Roman"/>
          <w:sz w:val="24"/>
          <w:szCs w:val="24"/>
        </w:rPr>
        <w:t>. aprillil 202</w:t>
      </w:r>
      <w:r w:rsidR="00011AC1">
        <w:rPr>
          <w:rFonts w:ascii="Times New Roman" w:hAnsi="Times New Roman" w:cs="Times New Roman"/>
          <w:sz w:val="24"/>
          <w:szCs w:val="24"/>
        </w:rPr>
        <w:t>5</w:t>
      </w:r>
      <w:r w:rsidR="00EB4F15">
        <w:rPr>
          <w:rFonts w:ascii="Times New Roman" w:hAnsi="Times New Roman" w:cs="Times New Roman"/>
          <w:sz w:val="24"/>
          <w:szCs w:val="24"/>
        </w:rPr>
        <w:t xml:space="preserve"> toimuvad </w:t>
      </w:r>
      <w:r w:rsidRPr="00A62F37">
        <w:rPr>
          <w:rFonts w:ascii="Times New Roman" w:hAnsi="Times New Roman" w:cs="Times New Roman"/>
          <w:sz w:val="24"/>
          <w:szCs w:val="24"/>
        </w:rPr>
        <w:t xml:space="preserve">Eesti Linnade ja Valdade Liidu eestvedamisel </w:t>
      </w:r>
      <w:r w:rsidR="00EB4F15">
        <w:rPr>
          <w:rFonts w:ascii="Times New Roman" w:hAnsi="Times New Roman" w:cs="Times New Roman"/>
          <w:sz w:val="24"/>
          <w:szCs w:val="24"/>
        </w:rPr>
        <w:t>X</w:t>
      </w:r>
      <w:r w:rsidR="003B7D5B">
        <w:rPr>
          <w:rFonts w:ascii="Times New Roman" w:hAnsi="Times New Roman" w:cs="Times New Roman"/>
          <w:sz w:val="24"/>
          <w:szCs w:val="24"/>
        </w:rPr>
        <w:t>IX</w:t>
      </w:r>
      <w:r w:rsidRPr="00A62F37">
        <w:rPr>
          <w:rFonts w:ascii="Times New Roman" w:hAnsi="Times New Roman" w:cs="Times New Roman"/>
          <w:sz w:val="24"/>
          <w:szCs w:val="24"/>
        </w:rPr>
        <w:t xml:space="preserve"> </w:t>
      </w:r>
      <w:r w:rsidR="003B7D5B">
        <w:rPr>
          <w:rFonts w:ascii="Times New Roman" w:hAnsi="Times New Roman" w:cs="Times New Roman"/>
          <w:sz w:val="24"/>
          <w:szCs w:val="24"/>
        </w:rPr>
        <w:t>L</w:t>
      </w:r>
      <w:r w:rsidRPr="00A62F37">
        <w:rPr>
          <w:rFonts w:ascii="Times New Roman" w:hAnsi="Times New Roman" w:cs="Times New Roman"/>
          <w:sz w:val="24"/>
          <w:szCs w:val="24"/>
        </w:rPr>
        <w:t xml:space="preserve">innade ja </w:t>
      </w:r>
      <w:r w:rsidR="003B7D5B">
        <w:rPr>
          <w:rFonts w:ascii="Times New Roman" w:hAnsi="Times New Roman" w:cs="Times New Roman"/>
          <w:sz w:val="24"/>
          <w:szCs w:val="24"/>
        </w:rPr>
        <w:t>V</w:t>
      </w:r>
      <w:r w:rsidRPr="00A62F37">
        <w:rPr>
          <w:rFonts w:ascii="Times New Roman" w:hAnsi="Times New Roman" w:cs="Times New Roman"/>
          <w:sz w:val="24"/>
          <w:szCs w:val="24"/>
        </w:rPr>
        <w:t xml:space="preserve">aldade </w:t>
      </w:r>
      <w:r w:rsidR="003B7D5B">
        <w:rPr>
          <w:rFonts w:ascii="Times New Roman" w:hAnsi="Times New Roman" w:cs="Times New Roman"/>
          <w:sz w:val="24"/>
          <w:szCs w:val="24"/>
        </w:rPr>
        <w:t>P</w:t>
      </w:r>
      <w:r w:rsidRPr="00A62F37">
        <w:rPr>
          <w:rFonts w:ascii="Times New Roman" w:hAnsi="Times New Roman" w:cs="Times New Roman"/>
          <w:sz w:val="24"/>
          <w:szCs w:val="24"/>
        </w:rPr>
        <w:t>äevad</w:t>
      </w:r>
      <w:r w:rsidR="000A2161">
        <w:rPr>
          <w:rFonts w:ascii="Times New Roman" w:hAnsi="Times New Roman" w:cs="Times New Roman"/>
          <w:sz w:val="24"/>
          <w:szCs w:val="24"/>
        </w:rPr>
        <w:t xml:space="preserve"> (LVP)</w:t>
      </w:r>
      <w:r w:rsidR="00A57405">
        <w:rPr>
          <w:rFonts w:ascii="Times New Roman" w:hAnsi="Times New Roman" w:cs="Times New Roman"/>
          <w:sz w:val="24"/>
          <w:szCs w:val="24"/>
        </w:rPr>
        <w:t xml:space="preserve"> </w:t>
      </w:r>
      <w:r w:rsidR="00A57405" w:rsidRPr="00A62F37">
        <w:rPr>
          <w:rFonts w:ascii="Times New Roman" w:hAnsi="Times New Roman" w:cs="Times New Roman"/>
          <w:sz w:val="24"/>
          <w:szCs w:val="24"/>
        </w:rPr>
        <w:t>Tallinnas Sokos Hotel Viru konverentsikeskuses.</w:t>
      </w:r>
    </w:p>
    <w:p w14:paraId="6D5EF28C" w14:textId="77777777" w:rsidR="00BE0D31" w:rsidRPr="00A62F37" w:rsidRDefault="00BE0D31" w:rsidP="00BE0D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22A4A5" w14:textId="45CF6F81" w:rsidR="00AD3E51" w:rsidRPr="00A62F37" w:rsidRDefault="00AD3E51" w:rsidP="004C0887">
      <w:pPr>
        <w:jc w:val="both"/>
        <w:rPr>
          <w:rFonts w:ascii="Times New Roman" w:hAnsi="Times New Roman" w:cs="Times New Roman"/>
          <w:sz w:val="24"/>
          <w:szCs w:val="24"/>
        </w:rPr>
      </w:pPr>
      <w:r w:rsidRPr="00A62F37">
        <w:rPr>
          <w:rFonts w:ascii="Times New Roman" w:hAnsi="Times New Roman" w:cs="Times New Roman"/>
          <w:sz w:val="24"/>
          <w:szCs w:val="24"/>
        </w:rPr>
        <w:t>Kutsume Teid</w:t>
      </w:r>
      <w:r w:rsidR="0094583C">
        <w:rPr>
          <w:rFonts w:ascii="Times New Roman" w:hAnsi="Times New Roman" w:cs="Times New Roman"/>
          <w:sz w:val="24"/>
          <w:szCs w:val="24"/>
        </w:rPr>
        <w:t xml:space="preserve"> </w:t>
      </w:r>
      <w:r w:rsidRPr="00A62F37">
        <w:rPr>
          <w:rFonts w:ascii="Times New Roman" w:hAnsi="Times New Roman" w:cs="Times New Roman"/>
          <w:sz w:val="24"/>
          <w:szCs w:val="24"/>
        </w:rPr>
        <w:t>osalema</w:t>
      </w:r>
      <w:r w:rsidR="0094583C">
        <w:rPr>
          <w:rFonts w:ascii="Times New Roman" w:hAnsi="Times New Roman" w:cs="Times New Roman"/>
          <w:sz w:val="24"/>
          <w:szCs w:val="24"/>
        </w:rPr>
        <w:t xml:space="preserve"> kahepäevasel</w:t>
      </w:r>
      <w:r w:rsidRPr="00A62F37">
        <w:rPr>
          <w:rFonts w:ascii="Times New Roman" w:hAnsi="Times New Roman" w:cs="Times New Roman"/>
          <w:sz w:val="24"/>
          <w:szCs w:val="24"/>
        </w:rPr>
        <w:t xml:space="preserve"> kohalike omavalitsuste traditsioonilisel koolitus-</w:t>
      </w:r>
      <w:r w:rsidR="00984FFD">
        <w:rPr>
          <w:rFonts w:ascii="Times New Roman" w:hAnsi="Times New Roman" w:cs="Times New Roman"/>
          <w:sz w:val="24"/>
          <w:szCs w:val="24"/>
        </w:rPr>
        <w:t xml:space="preserve"> </w:t>
      </w:r>
      <w:r w:rsidRPr="00A62F37">
        <w:rPr>
          <w:rFonts w:ascii="Times New Roman" w:hAnsi="Times New Roman" w:cs="Times New Roman"/>
          <w:sz w:val="24"/>
          <w:szCs w:val="24"/>
        </w:rPr>
        <w:t>ja koostöö</w:t>
      </w:r>
      <w:r w:rsidR="00984FFD">
        <w:rPr>
          <w:rFonts w:ascii="Times New Roman" w:hAnsi="Times New Roman" w:cs="Times New Roman"/>
          <w:sz w:val="24"/>
          <w:szCs w:val="24"/>
        </w:rPr>
        <w:t>üritusel</w:t>
      </w:r>
      <w:r w:rsidRPr="00A62F37">
        <w:rPr>
          <w:rFonts w:ascii="Times New Roman" w:hAnsi="Times New Roman" w:cs="Times New Roman"/>
          <w:sz w:val="24"/>
          <w:szCs w:val="24"/>
        </w:rPr>
        <w:t xml:space="preserve"> </w:t>
      </w:r>
      <w:r w:rsidR="009623AB">
        <w:rPr>
          <w:rFonts w:ascii="Times New Roman" w:hAnsi="Times New Roman" w:cs="Times New Roman"/>
          <w:sz w:val="24"/>
          <w:szCs w:val="24"/>
        </w:rPr>
        <w:t xml:space="preserve">ning </w:t>
      </w:r>
      <w:r w:rsidR="009B6037">
        <w:rPr>
          <w:rFonts w:ascii="Times New Roman" w:hAnsi="Times New Roman" w:cs="Times New Roman"/>
          <w:sz w:val="24"/>
          <w:szCs w:val="24"/>
        </w:rPr>
        <w:t>palume Teil</w:t>
      </w:r>
      <w:r w:rsidR="007D1E1A">
        <w:rPr>
          <w:rFonts w:ascii="Times New Roman" w:hAnsi="Times New Roman" w:cs="Times New Roman"/>
          <w:sz w:val="24"/>
          <w:szCs w:val="24"/>
        </w:rPr>
        <w:t xml:space="preserve"> esineda</w:t>
      </w:r>
      <w:r w:rsidR="009B6037">
        <w:rPr>
          <w:rFonts w:ascii="Times New Roman" w:hAnsi="Times New Roman" w:cs="Times New Roman"/>
          <w:sz w:val="24"/>
          <w:szCs w:val="24"/>
        </w:rPr>
        <w:t xml:space="preserve"> </w:t>
      </w:r>
      <w:r w:rsidR="00A57405">
        <w:rPr>
          <w:rFonts w:ascii="Times New Roman" w:hAnsi="Times New Roman" w:cs="Times New Roman"/>
          <w:sz w:val="24"/>
          <w:szCs w:val="24"/>
        </w:rPr>
        <w:t xml:space="preserve">10. aprillil </w:t>
      </w:r>
      <w:r w:rsidR="009B6037">
        <w:rPr>
          <w:rFonts w:ascii="Times New Roman" w:hAnsi="Times New Roman" w:cs="Times New Roman"/>
          <w:sz w:val="24"/>
          <w:szCs w:val="24"/>
        </w:rPr>
        <w:t>ettekan</w:t>
      </w:r>
      <w:r w:rsidR="00D163D2">
        <w:rPr>
          <w:rFonts w:ascii="Times New Roman" w:hAnsi="Times New Roman" w:cs="Times New Roman"/>
          <w:sz w:val="24"/>
          <w:szCs w:val="24"/>
        </w:rPr>
        <w:t>dega</w:t>
      </w:r>
      <w:r w:rsidR="009B6037">
        <w:rPr>
          <w:rFonts w:ascii="Times New Roman" w:hAnsi="Times New Roman" w:cs="Times New Roman"/>
          <w:sz w:val="24"/>
          <w:szCs w:val="24"/>
        </w:rPr>
        <w:t xml:space="preserve"> </w:t>
      </w:r>
      <w:r w:rsidR="004B5376">
        <w:rPr>
          <w:rFonts w:ascii="Times New Roman" w:hAnsi="Times New Roman" w:cs="Times New Roman"/>
          <w:sz w:val="24"/>
          <w:szCs w:val="24"/>
        </w:rPr>
        <w:t>kultuuri- ja spordivaldkonna</w:t>
      </w:r>
      <w:r w:rsidR="00B93AB4">
        <w:rPr>
          <w:rFonts w:ascii="Times New Roman" w:hAnsi="Times New Roman" w:cs="Times New Roman"/>
          <w:sz w:val="24"/>
          <w:szCs w:val="24"/>
        </w:rPr>
        <w:t xml:space="preserve"> töötoas.</w:t>
      </w:r>
    </w:p>
    <w:p w14:paraId="49C84AE2" w14:textId="6E73147E" w:rsidR="007E7AE0" w:rsidRDefault="00E52E40" w:rsidP="00024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LVP</w:t>
      </w:r>
      <w:r w:rsidR="00AD3E51" w:rsidRPr="00A62F37">
        <w:rPr>
          <w:rFonts w:ascii="Times New Roman" w:hAnsi="Times New Roman" w:cs="Times New Roman"/>
          <w:sz w:val="24"/>
          <w:szCs w:val="24"/>
        </w:rPr>
        <w:t xml:space="preserve"> näol on </w:t>
      </w:r>
      <w:r w:rsidR="00323836">
        <w:rPr>
          <w:rFonts w:ascii="Times New Roman" w:hAnsi="Times New Roman" w:cs="Times New Roman"/>
          <w:sz w:val="24"/>
          <w:szCs w:val="24"/>
        </w:rPr>
        <w:t xml:space="preserve">omavalitsuste jaoks </w:t>
      </w:r>
      <w:r w:rsidR="00AD3E51" w:rsidRPr="00A62F37">
        <w:rPr>
          <w:rFonts w:ascii="Times New Roman" w:hAnsi="Times New Roman" w:cs="Times New Roman"/>
          <w:sz w:val="24"/>
          <w:szCs w:val="24"/>
        </w:rPr>
        <w:t xml:space="preserve">tegemist olulise </w:t>
      </w:r>
      <w:r w:rsidR="007E7AE0">
        <w:rPr>
          <w:rFonts w:ascii="Times New Roman" w:hAnsi="Times New Roman" w:cs="Times New Roman"/>
          <w:sz w:val="24"/>
          <w:szCs w:val="24"/>
        </w:rPr>
        <w:t>sündmusega</w:t>
      </w:r>
      <w:r w:rsidR="00AD3E51" w:rsidRPr="00A62F37">
        <w:rPr>
          <w:rFonts w:ascii="Times New Roman" w:hAnsi="Times New Roman" w:cs="Times New Roman"/>
          <w:sz w:val="24"/>
          <w:szCs w:val="24"/>
        </w:rPr>
        <w:t xml:space="preserve">, mis on mõeldud </w:t>
      </w:r>
      <w:r w:rsidR="00323836" w:rsidRPr="00A62F37">
        <w:rPr>
          <w:rFonts w:ascii="Times New Roman" w:hAnsi="Times New Roman" w:cs="Times New Roman"/>
          <w:sz w:val="24"/>
          <w:szCs w:val="24"/>
        </w:rPr>
        <w:t>omavalitsusjuhtidele</w:t>
      </w:r>
      <w:r w:rsidR="00323836">
        <w:rPr>
          <w:rFonts w:ascii="Times New Roman" w:hAnsi="Times New Roman" w:cs="Times New Roman"/>
          <w:sz w:val="24"/>
          <w:szCs w:val="24"/>
        </w:rPr>
        <w:t>,</w:t>
      </w:r>
      <w:r w:rsidR="00323836" w:rsidRPr="00A62F37">
        <w:rPr>
          <w:rFonts w:ascii="Times New Roman" w:hAnsi="Times New Roman" w:cs="Times New Roman"/>
          <w:sz w:val="24"/>
          <w:szCs w:val="24"/>
        </w:rPr>
        <w:t xml:space="preserve"> volikogude liikmetele</w:t>
      </w:r>
      <w:r w:rsidR="0073240A">
        <w:rPr>
          <w:rFonts w:ascii="Times New Roman" w:hAnsi="Times New Roman" w:cs="Times New Roman"/>
          <w:sz w:val="24"/>
          <w:szCs w:val="24"/>
        </w:rPr>
        <w:t>,</w:t>
      </w:r>
      <w:r w:rsidR="00323836" w:rsidRPr="00A62F37">
        <w:rPr>
          <w:rFonts w:ascii="Times New Roman" w:hAnsi="Times New Roman" w:cs="Times New Roman"/>
          <w:sz w:val="24"/>
          <w:szCs w:val="24"/>
        </w:rPr>
        <w:t xml:space="preserve"> </w:t>
      </w:r>
      <w:r w:rsidR="0073240A">
        <w:rPr>
          <w:rFonts w:ascii="Times New Roman" w:hAnsi="Times New Roman" w:cs="Times New Roman"/>
          <w:sz w:val="24"/>
          <w:szCs w:val="24"/>
        </w:rPr>
        <w:t xml:space="preserve">omavalitsuste </w:t>
      </w:r>
      <w:r w:rsidR="00AD3E51" w:rsidRPr="00A62F37">
        <w:rPr>
          <w:rFonts w:ascii="Times New Roman" w:hAnsi="Times New Roman" w:cs="Times New Roman"/>
          <w:sz w:val="24"/>
          <w:szCs w:val="24"/>
        </w:rPr>
        <w:t>spetsialistidele</w:t>
      </w:r>
      <w:r w:rsidR="0073240A">
        <w:rPr>
          <w:rFonts w:ascii="Times New Roman" w:hAnsi="Times New Roman" w:cs="Times New Roman"/>
          <w:sz w:val="24"/>
          <w:szCs w:val="24"/>
        </w:rPr>
        <w:t xml:space="preserve"> ning </w:t>
      </w:r>
      <w:r w:rsidR="007E7AE0">
        <w:rPr>
          <w:rFonts w:ascii="Times New Roman" w:hAnsi="Times New Roman" w:cs="Times New Roman"/>
          <w:sz w:val="24"/>
          <w:szCs w:val="24"/>
        </w:rPr>
        <w:t>koost</w:t>
      </w:r>
      <w:r w:rsidR="00B71557">
        <w:rPr>
          <w:rFonts w:ascii="Times New Roman" w:hAnsi="Times New Roman" w:cs="Times New Roman"/>
          <w:sz w:val="24"/>
          <w:szCs w:val="24"/>
        </w:rPr>
        <w:t>öö</w:t>
      </w:r>
      <w:r w:rsidR="007E7AE0">
        <w:rPr>
          <w:rFonts w:ascii="Times New Roman" w:hAnsi="Times New Roman" w:cs="Times New Roman"/>
          <w:sz w:val="24"/>
          <w:szCs w:val="24"/>
        </w:rPr>
        <w:t>partneritele</w:t>
      </w:r>
      <w:r w:rsidR="00AD3E51" w:rsidRPr="00A62F3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BD13CCA" w14:textId="77777777" w:rsidR="00BC75C2" w:rsidRDefault="00BC75C2" w:rsidP="00024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7113E5" w14:textId="65069DC6" w:rsidR="00AD3E51" w:rsidRPr="00A62F37" w:rsidRDefault="00AD3E51" w:rsidP="00024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F37">
        <w:rPr>
          <w:rFonts w:ascii="Times New Roman" w:hAnsi="Times New Roman" w:cs="Times New Roman"/>
          <w:sz w:val="24"/>
          <w:szCs w:val="24"/>
        </w:rPr>
        <w:t xml:space="preserve">Omapoolsete väljapanekute ja esitlustega osalevad </w:t>
      </w:r>
      <w:r w:rsidR="001C4C67">
        <w:rPr>
          <w:rFonts w:ascii="Times New Roman" w:hAnsi="Times New Roman" w:cs="Times New Roman"/>
          <w:sz w:val="24"/>
          <w:szCs w:val="24"/>
        </w:rPr>
        <w:t xml:space="preserve">messialal </w:t>
      </w:r>
      <w:r w:rsidRPr="00A62F37">
        <w:rPr>
          <w:rFonts w:ascii="Times New Roman" w:hAnsi="Times New Roman" w:cs="Times New Roman"/>
          <w:sz w:val="24"/>
          <w:szCs w:val="24"/>
        </w:rPr>
        <w:t xml:space="preserve">ettevõtted ja kohalike omavalitsuste partnerorganisatsioonid. Esimese </w:t>
      </w:r>
      <w:r w:rsidR="007046B7">
        <w:rPr>
          <w:rFonts w:ascii="Times New Roman" w:hAnsi="Times New Roman" w:cs="Times New Roman"/>
          <w:sz w:val="24"/>
          <w:szCs w:val="24"/>
        </w:rPr>
        <w:t>seminari</w:t>
      </w:r>
      <w:r w:rsidRPr="00A62F37">
        <w:rPr>
          <w:rFonts w:ascii="Times New Roman" w:hAnsi="Times New Roman" w:cs="Times New Roman"/>
          <w:sz w:val="24"/>
          <w:szCs w:val="24"/>
        </w:rPr>
        <w:t xml:space="preserve">päeva </w:t>
      </w:r>
      <w:r w:rsidR="00192F76">
        <w:rPr>
          <w:rFonts w:ascii="Times New Roman" w:hAnsi="Times New Roman" w:cs="Times New Roman"/>
          <w:sz w:val="24"/>
          <w:szCs w:val="24"/>
        </w:rPr>
        <w:t>lõpetuseks</w:t>
      </w:r>
      <w:r w:rsidRPr="00A62F37">
        <w:rPr>
          <w:rFonts w:ascii="Times New Roman" w:hAnsi="Times New Roman" w:cs="Times New Roman"/>
          <w:sz w:val="24"/>
          <w:szCs w:val="24"/>
        </w:rPr>
        <w:t xml:space="preserve"> on</w:t>
      </w:r>
      <w:r w:rsidR="004A107A">
        <w:rPr>
          <w:rFonts w:ascii="Times New Roman" w:hAnsi="Times New Roman" w:cs="Times New Roman"/>
          <w:sz w:val="24"/>
          <w:szCs w:val="24"/>
        </w:rPr>
        <w:t xml:space="preserve"> </w:t>
      </w:r>
      <w:r w:rsidRPr="00A62F37">
        <w:rPr>
          <w:rFonts w:ascii="Times New Roman" w:hAnsi="Times New Roman" w:cs="Times New Roman"/>
          <w:sz w:val="24"/>
          <w:szCs w:val="24"/>
        </w:rPr>
        <w:t>kavandatud</w:t>
      </w:r>
      <w:r w:rsidR="00021643" w:rsidRPr="00A62F37">
        <w:rPr>
          <w:rFonts w:ascii="Times New Roman" w:hAnsi="Times New Roman" w:cs="Times New Roman"/>
          <w:sz w:val="24"/>
          <w:szCs w:val="24"/>
        </w:rPr>
        <w:t xml:space="preserve"> </w:t>
      </w:r>
      <w:r w:rsidR="006C0666">
        <w:rPr>
          <w:rFonts w:ascii="Times New Roman" w:hAnsi="Times New Roman" w:cs="Times New Roman"/>
          <w:sz w:val="24"/>
          <w:szCs w:val="24"/>
        </w:rPr>
        <w:t xml:space="preserve">erakondade </w:t>
      </w:r>
      <w:r w:rsidR="00021643" w:rsidRPr="00A62F37">
        <w:rPr>
          <w:rFonts w:ascii="Times New Roman" w:hAnsi="Times New Roman" w:cs="Times New Roman"/>
          <w:sz w:val="24"/>
          <w:szCs w:val="24"/>
        </w:rPr>
        <w:t xml:space="preserve">debatt </w:t>
      </w:r>
      <w:r w:rsidR="00021643" w:rsidRPr="001108BB">
        <w:rPr>
          <w:rFonts w:ascii="Times New Roman" w:hAnsi="Times New Roman" w:cs="Times New Roman"/>
          <w:sz w:val="24"/>
          <w:szCs w:val="24"/>
        </w:rPr>
        <w:t>regionaalpoliitika</w:t>
      </w:r>
      <w:r w:rsidR="0063064C">
        <w:rPr>
          <w:rFonts w:ascii="Times New Roman" w:hAnsi="Times New Roman" w:cs="Times New Roman"/>
          <w:sz w:val="24"/>
          <w:szCs w:val="24"/>
        </w:rPr>
        <w:t xml:space="preserve"> </w:t>
      </w:r>
      <w:r w:rsidR="0011712F">
        <w:rPr>
          <w:rFonts w:ascii="Times New Roman" w:hAnsi="Times New Roman" w:cs="Times New Roman"/>
          <w:sz w:val="24"/>
          <w:szCs w:val="24"/>
        </w:rPr>
        <w:t>valukohtade</w:t>
      </w:r>
      <w:r w:rsidR="00021643" w:rsidRPr="00A62F37">
        <w:rPr>
          <w:rFonts w:ascii="Times New Roman" w:hAnsi="Times New Roman" w:cs="Times New Roman"/>
          <w:sz w:val="24"/>
          <w:szCs w:val="24"/>
        </w:rPr>
        <w:t xml:space="preserve"> teem</w:t>
      </w:r>
      <w:r w:rsidR="007438DC">
        <w:rPr>
          <w:rFonts w:ascii="Times New Roman" w:hAnsi="Times New Roman" w:cs="Times New Roman"/>
          <w:sz w:val="24"/>
          <w:szCs w:val="24"/>
        </w:rPr>
        <w:t>ade</w:t>
      </w:r>
      <w:r w:rsidR="00021643" w:rsidRPr="00A62F37">
        <w:rPr>
          <w:rFonts w:ascii="Times New Roman" w:hAnsi="Times New Roman" w:cs="Times New Roman"/>
          <w:sz w:val="24"/>
          <w:szCs w:val="24"/>
        </w:rPr>
        <w:t>l.</w:t>
      </w:r>
    </w:p>
    <w:p w14:paraId="7A11AA66" w14:textId="77777777" w:rsidR="005F0F9A" w:rsidRDefault="005F0F9A" w:rsidP="005F0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6BCABF" w14:textId="75F8CA6A" w:rsidR="00872A01" w:rsidRDefault="00B35FDA" w:rsidP="004C08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LVP programm</w:t>
      </w:r>
      <w:r w:rsidR="00333B30">
        <w:rPr>
          <w:rFonts w:ascii="Times New Roman" w:hAnsi="Times New Roman" w:cs="Times New Roman"/>
          <w:sz w:val="24"/>
          <w:szCs w:val="24"/>
        </w:rPr>
        <w:t xml:space="preserve">i sisu </w:t>
      </w:r>
      <w:r>
        <w:rPr>
          <w:rFonts w:ascii="Times New Roman" w:hAnsi="Times New Roman" w:cs="Times New Roman"/>
          <w:sz w:val="24"/>
          <w:szCs w:val="24"/>
        </w:rPr>
        <w:t xml:space="preserve">on veel </w:t>
      </w:r>
      <w:r w:rsidR="00333B30">
        <w:rPr>
          <w:rFonts w:ascii="Times New Roman" w:hAnsi="Times New Roman" w:cs="Times New Roman"/>
          <w:sz w:val="24"/>
          <w:szCs w:val="24"/>
        </w:rPr>
        <w:t>täiendamisel</w:t>
      </w:r>
      <w:r w:rsidR="00F15258">
        <w:rPr>
          <w:rFonts w:ascii="Times New Roman" w:hAnsi="Times New Roman" w:cs="Times New Roman"/>
          <w:sz w:val="24"/>
          <w:szCs w:val="24"/>
        </w:rPr>
        <w:t>,</w:t>
      </w:r>
      <w:r w:rsidR="005712EF">
        <w:rPr>
          <w:rFonts w:ascii="Times New Roman" w:hAnsi="Times New Roman" w:cs="Times New Roman"/>
          <w:sz w:val="24"/>
          <w:szCs w:val="24"/>
        </w:rPr>
        <w:t xml:space="preserve"> </w:t>
      </w:r>
      <w:r w:rsidR="00FB29A3">
        <w:rPr>
          <w:rFonts w:ascii="Times New Roman" w:hAnsi="Times New Roman" w:cs="Times New Roman"/>
          <w:sz w:val="24"/>
          <w:szCs w:val="24"/>
        </w:rPr>
        <w:t>3</w:t>
      </w:r>
      <w:r w:rsidR="005712EF">
        <w:rPr>
          <w:rFonts w:ascii="Times New Roman" w:hAnsi="Times New Roman" w:cs="Times New Roman"/>
          <w:sz w:val="24"/>
          <w:szCs w:val="24"/>
        </w:rPr>
        <w:t>.</w:t>
      </w:r>
      <w:r w:rsidR="00F15258">
        <w:rPr>
          <w:rFonts w:ascii="Times New Roman" w:hAnsi="Times New Roman" w:cs="Times New Roman"/>
          <w:sz w:val="24"/>
          <w:szCs w:val="24"/>
        </w:rPr>
        <w:t xml:space="preserve"> </w:t>
      </w:r>
      <w:r w:rsidR="005712EF">
        <w:rPr>
          <w:rFonts w:ascii="Times New Roman" w:hAnsi="Times New Roman" w:cs="Times New Roman"/>
          <w:sz w:val="24"/>
          <w:szCs w:val="24"/>
        </w:rPr>
        <w:t>märts</w:t>
      </w:r>
      <w:r w:rsidR="00A971B2">
        <w:rPr>
          <w:rFonts w:ascii="Times New Roman" w:hAnsi="Times New Roman" w:cs="Times New Roman"/>
          <w:sz w:val="24"/>
          <w:szCs w:val="24"/>
        </w:rPr>
        <w:t xml:space="preserve">il avalikustame selle </w:t>
      </w:r>
      <w:hyperlink r:id="rId9" w:history="1">
        <w:r w:rsidR="00977862">
          <w:rPr>
            <w:rStyle w:val="Hperlink"/>
            <w:rFonts w:ascii="Times New Roman" w:hAnsi="Times New Roman" w:cs="Times New Roman"/>
            <w:sz w:val="24"/>
            <w:szCs w:val="24"/>
          </w:rPr>
          <w:t>siin</w:t>
        </w:r>
      </w:hyperlink>
      <w:r w:rsidR="00977862">
        <w:rPr>
          <w:rFonts w:ascii="Times New Roman" w:hAnsi="Times New Roman" w:cs="Times New Roman"/>
          <w:sz w:val="24"/>
          <w:szCs w:val="24"/>
        </w:rPr>
        <w:t>.</w:t>
      </w:r>
      <w:r w:rsidR="007A27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EC4A73" w14:textId="6D9A8F65" w:rsidR="00ED2234" w:rsidRDefault="00ED2234" w:rsidP="004C08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2D1ED5"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2D1ED5">
        <w:rPr>
          <w:rFonts w:ascii="Times New Roman" w:hAnsi="Times New Roman" w:cs="Times New Roman"/>
          <w:sz w:val="24"/>
          <w:szCs w:val="24"/>
        </w:rPr>
        <w:t xml:space="preserve"> tänulik, kui saa</w:t>
      </w:r>
      <w:r>
        <w:rPr>
          <w:rFonts w:ascii="Times New Roman" w:hAnsi="Times New Roman" w:cs="Times New Roman"/>
          <w:sz w:val="24"/>
          <w:szCs w:val="24"/>
        </w:rPr>
        <w:t>te</w:t>
      </w:r>
      <w:r w:rsidRPr="002D1E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oma võimaliku osalemise kohta tagasisidet anda.</w:t>
      </w:r>
    </w:p>
    <w:p w14:paraId="4EFC395A" w14:textId="16041379" w:rsidR="00AD3E51" w:rsidRDefault="005712EF" w:rsidP="004C08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9A54DC" w14:textId="759AD730" w:rsidR="00F33FFE" w:rsidRPr="00A62F37" w:rsidRDefault="00F33FFE" w:rsidP="005F0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F37">
        <w:rPr>
          <w:rFonts w:ascii="Times New Roman" w:hAnsi="Times New Roman" w:cs="Times New Roman"/>
          <w:sz w:val="24"/>
          <w:szCs w:val="24"/>
        </w:rPr>
        <w:t>Lugupidamisega</w:t>
      </w:r>
    </w:p>
    <w:p w14:paraId="0FCD5501" w14:textId="77777777" w:rsidR="00ED2234" w:rsidRDefault="00ED2234" w:rsidP="005F0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23B181" w14:textId="77777777" w:rsidR="00ED2234" w:rsidRDefault="00ED2234" w:rsidP="005F0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9337BD" w14:textId="2C2A5F39" w:rsidR="00ED2234" w:rsidRDefault="00CE3BBD" w:rsidP="005F0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503E50FC" w14:textId="345D7D0D" w:rsidR="00F33FFE" w:rsidRPr="00A62F37" w:rsidRDefault="00F33FFE" w:rsidP="005F0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F37">
        <w:rPr>
          <w:rFonts w:ascii="Times New Roman" w:hAnsi="Times New Roman" w:cs="Times New Roman"/>
          <w:sz w:val="24"/>
          <w:szCs w:val="24"/>
        </w:rPr>
        <w:t>Veikko Luhalaid</w:t>
      </w:r>
    </w:p>
    <w:p w14:paraId="0590217C" w14:textId="2B844072" w:rsidR="006D1365" w:rsidRDefault="006D1365" w:rsidP="005F0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F37">
        <w:rPr>
          <w:rFonts w:ascii="Times New Roman" w:hAnsi="Times New Roman" w:cs="Times New Roman"/>
          <w:sz w:val="24"/>
          <w:szCs w:val="24"/>
        </w:rPr>
        <w:t>tegevdirektor</w:t>
      </w:r>
    </w:p>
    <w:p w14:paraId="2A3A1D3C" w14:textId="36FEFEB0" w:rsidR="00AD3E51" w:rsidRDefault="00CD2822" w:rsidP="005F0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F37">
        <w:rPr>
          <w:rFonts w:ascii="Times New Roman" w:hAnsi="Times New Roman" w:cs="Times New Roman"/>
          <w:sz w:val="24"/>
          <w:szCs w:val="24"/>
        </w:rPr>
        <w:t>Eesti Linnade ja Valdade Lii</w:t>
      </w:r>
      <w:r w:rsidR="006D1365">
        <w:rPr>
          <w:rFonts w:ascii="Times New Roman" w:hAnsi="Times New Roman" w:cs="Times New Roman"/>
          <w:sz w:val="24"/>
          <w:szCs w:val="24"/>
        </w:rPr>
        <w:t>t</w:t>
      </w:r>
      <w:r w:rsidRPr="00A62F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51DB62" w14:textId="77777777" w:rsidR="00FB29A3" w:rsidRDefault="00FB29A3" w:rsidP="005F0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C194B6" w14:textId="77777777" w:rsidR="00FB29A3" w:rsidRDefault="00FB29A3" w:rsidP="005F0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68B418" w14:textId="77777777" w:rsidR="00FB29A3" w:rsidRDefault="00FB29A3" w:rsidP="005F0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E7ABB8" w14:textId="6669A36F" w:rsidR="00FB29A3" w:rsidRDefault="00FB29A3" w:rsidP="005F0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Kädi Koppe</w:t>
      </w:r>
    </w:p>
    <w:p w14:paraId="5C981477" w14:textId="184428A8" w:rsidR="00FB29A3" w:rsidRPr="00A62F37" w:rsidRDefault="00FB29A3" w:rsidP="005F0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kadi.koppe@elvl.ee</w:t>
      </w:r>
    </w:p>
    <w:sectPr w:rsidR="00FB29A3" w:rsidRPr="00A62F37" w:rsidSect="00CC6F01">
      <w:head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AB38D" w14:textId="77777777" w:rsidR="00A279E9" w:rsidRDefault="00A279E9" w:rsidP="00CC6F01">
      <w:pPr>
        <w:spacing w:after="0" w:line="240" w:lineRule="auto"/>
      </w:pPr>
      <w:r>
        <w:separator/>
      </w:r>
    </w:p>
  </w:endnote>
  <w:endnote w:type="continuationSeparator" w:id="0">
    <w:p w14:paraId="3563EC41" w14:textId="77777777" w:rsidR="00A279E9" w:rsidRDefault="00A279E9" w:rsidP="00CC6F01">
      <w:pPr>
        <w:spacing w:after="0" w:line="240" w:lineRule="auto"/>
      </w:pPr>
      <w:r>
        <w:continuationSeparator/>
      </w:r>
    </w:p>
  </w:endnote>
  <w:endnote w:type="continuationNotice" w:id="1">
    <w:p w14:paraId="12B7EBF1" w14:textId="77777777" w:rsidR="00A279E9" w:rsidRDefault="00A279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2E569" w14:textId="77777777" w:rsidR="00CC6F01" w:rsidRDefault="00CC6F01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_____________________________________________________________________________________________________</w:t>
    </w:r>
  </w:p>
  <w:p w14:paraId="7417AC88" w14:textId="1E901A04" w:rsidR="00CC6F01" w:rsidRPr="004C38BA" w:rsidRDefault="00160E01" w:rsidP="00CC6F01">
    <w:pPr>
      <w:pStyle w:val="Jalus"/>
      <w:rPr>
        <w:rFonts w:ascii="Calibri" w:hAnsi="Calibri" w:cs="Calibri"/>
        <w:color w:val="2E74B5" w:themeColor="accent1" w:themeShade="BF"/>
        <w:sz w:val="18"/>
        <w:szCs w:val="18"/>
      </w:rPr>
    </w:pPr>
    <w:r w:rsidRPr="004C38BA">
      <w:rPr>
        <w:rFonts w:ascii="Calibri" w:hAnsi="Calibri" w:cs="Calibri"/>
        <w:color w:val="2E74B5" w:themeColor="accent1" w:themeShade="BF"/>
        <w:sz w:val="18"/>
        <w:szCs w:val="18"/>
      </w:rPr>
      <w:t>Lõkke 4</w:t>
    </w:r>
    <w:r w:rsidR="00BF4E58" w:rsidRPr="004C38BA">
      <w:rPr>
        <w:rFonts w:ascii="Calibri" w:hAnsi="Calibri" w:cs="Calibri"/>
        <w:color w:val="2E74B5" w:themeColor="accent1" w:themeShade="BF"/>
        <w:sz w:val="18"/>
        <w:szCs w:val="18"/>
      </w:rPr>
      <w:t xml:space="preserve">                                                                              Reg.nr</w:t>
    </w:r>
    <w:r w:rsidR="00C5235A" w:rsidRPr="004C38BA">
      <w:rPr>
        <w:rFonts w:ascii="Calibri" w:hAnsi="Calibri" w:cs="Calibri"/>
        <w:color w:val="2E74B5" w:themeColor="accent1" w:themeShade="BF"/>
        <w:sz w:val="18"/>
        <w:szCs w:val="18"/>
      </w:rPr>
      <w:t xml:space="preserve"> 80185947                                                                     +372 60</w:t>
    </w:r>
    <w:r w:rsidR="008025D9" w:rsidRPr="004C38BA">
      <w:rPr>
        <w:rFonts w:ascii="Calibri" w:hAnsi="Calibri" w:cs="Calibri"/>
        <w:color w:val="2E74B5" w:themeColor="accent1" w:themeShade="BF"/>
        <w:sz w:val="18"/>
        <w:szCs w:val="18"/>
      </w:rPr>
      <w:t xml:space="preserve"> </w:t>
    </w:r>
    <w:r w:rsidR="00C5235A" w:rsidRPr="004C38BA">
      <w:rPr>
        <w:rFonts w:ascii="Calibri" w:hAnsi="Calibri" w:cs="Calibri"/>
        <w:color w:val="2E74B5" w:themeColor="accent1" w:themeShade="BF"/>
        <w:sz w:val="18"/>
        <w:szCs w:val="18"/>
      </w:rPr>
      <w:t>43</w:t>
    </w:r>
    <w:r w:rsidR="008025D9" w:rsidRPr="004C38BA">
      <w:rPr>
        <w:rFonts w:ascii="Calibri" w:hAnsi="Calibri" w:cs="Calibri"/>
        <w:color w:val="2E74B5" w:themeColor="accent1" w:themeShade="BF"/>
        <w:sz w:val="18"/>
        <w:szCs w:val="18"/>
      </w:rPr>
      <w:t xml:space="preserve"> </w:t>
    </w:r>
    <w:r w:rsidR="00C5235A" w:rsidRPr="004C38BA">
      <w:rPr>
        <w:rFonts w:ascii="Calibri" w:hAnsi="Calibri" w:cs="Calibri"/>
        <w:color w:val="2E74B5" w:themeColor="accent1" w:themeShade="BF"/>
        <w:sz w:val="18"/>
        <w:szCs w:val="18"/>
      </w:rPr>
      <w:t>001</w:t>
    </w:r>
    <w:r w:rsidR="00BF4E58" w:rsidRPr="004C38BA">
      <w:rPr>
        <w:rFonts w:ascii="Calibri" w:hAnsi="Calibri" w:cs="Calibri"/>
        <w:color w:val="2E74B5" w:themeColor="accent1" w:themeShade="BF"/>
        <w:sz w:val="18"/>
        <w:szCs w:val="18"/>
      </w:rPr>
      <w:tab/>
    </w:r>
  </w:p>
  <w:p w14:paraId="4B42D0DF" w14:textId="022A20BD" w:rsidR="00CC6F01" w:rsidRPr="004C38BA" w:rsidRDefault="004B4032" w:rsidP="00CC6F01">
    <w:pPr>
      <w:pStyle w:val="Jalus"/>
      <w:rPr>
        <w:rFonts w:ascii="Calibri" w:hAnsi="Calibri" w:cs="Calibri"/>
        <w:color w:val="2E74B5" w:themeColor="accent1" w:themeShade="BF"/>
        <w:sz w:val="18"/>
        <w:szCs w:val="18"/>
      </w:rPr>
    </w:pPr>
    <w:r w:rsidRPr="004C38BA">
      <w:rPr>
        <w:rFonts w:ascii="Calibri" w:hAnsi="Calibri" w:cs="Calibri"/>
        <w:color w:val="2E74B5" w:themeColor="accent1" w:themeShade="BF"/>
        <w:sz w:val="18"/>
        <w:szCs w:val="18"/>
      </w:rPr>
      <w:t>101</w:t>
    </w:r>
    <w:r w:rsidR="00BF4E58" w:rsidRPr="004C38BA">
      <w:rPr>
        <w:rFonts w:ascii="Calibri" w:hAnsi="Calibri" w:cs="Calibri"/>
        <w:color w:val="2E74B5" w:themeColor="accent1" w:themeShade="BF"/>
        <w:sz w:val="18"/>
        <w:szCs w:val="18"/>
      </w:rPr>
      <w:t>22</w:t>
    </w:r>
    <w:r w:rsidR="00CC6F01" w:rsidRPr="004C38BA">
      <w:rPr>
        <w:rFonts w:ascii="Calibri" w:hAnsi="Calibri" w:cs="Calibri"/>
        <w:color w:val="2E74B5" w:themeColor="accent1" w:themeShade="BF"/>
        <w:sz w:val="18"/>
        <w:szCs w:val="18"/>
      </w:rPr>
      <w:t xml:space="preserve"> Tallinn</w:t>
    </w:r>
    <w:r w:rsidR="00CC6F01" w:rsidRPr="004C38BA">
      <w:rPr>
        <w:rFonts w:ascii="Calibri" w:hAnsi="Calibri" w:cs="Calibri"/>
        <w:color w:val="2E74B5" w:themeColor="accent1" w:themeShade="BF"/>
        <w:sz w:val="18"/>
        <w:szCs w:val="18"/>
      </w:rPr>
      <w:tab/>
      <w:t xml:space="preserve">                                                                     </w:t>
    </w:r>
    <w:r w:rsidR="00255A8F" w:rsidRPr="004C38BA">
      <w:rPr>
        <w:rFonts w:ascii="Calibri" w:hAnsi="Calibri" w:cs="Calibri"/>
        <w:color w:val="2E74B5" w:themeColor="accent1" w:themeShade="BF"/>
        <w:sz w:val="18"/>
        <w:szCs w:val="18"/>
      </w:rPr>
      <w:t xml:space="preserve"> </w:t>
    </w:r>
    <w:hyperlink r:id="rId1" w:history="1">
      <w:r w:rsidR="00091744" w:rsidRPr="004C38BA">
        <w:rPr>
          <w:rStyle w:val="Hperlink"/>
          <w:rFonts w:ascii="Calibri" w:hAnsi="Calibri" w:cs="Calibri"/>
          <w:color w:val="2E74B5" w:themeColor="accent1" w:themeShade="BF"/>
          <w:sz w:val="18"/>
          <w:szCs w:val="18"/>
        </w:rPr>
        <w:t>www.elvl.ee</w:t>
      </w:r>
    </w:hyperlink>
    <w:r w:rsidR="00CC6F01" w:rsidRPr="004C38BA">
      <w:rPr>
        <w:rFonts w:ascii="Calibri" w:hAnsi="Calibri" w:cs="Calibri"/>
        <w:color w:val="2E74B5" w:themeColor="accent1" w:themeShade="BF"/>
        <w:sz w:val="18"/>
        <w:szCs w:val="18"/>
      </w:rPr>
      <w:t xml:space="preserve">                                                            </w:t>
    </w:r>
    <w:r w:rsidR="003E6A0F" w:rsidRPr="004C38BA">
      <w:rPr>
        <w:rFonts w:ascii="Calibri" w:hAnsi="Calibri" w:cs="Calibri"/>
        <w:color w:val="2E74B5" w:themeColor="accent1" w:themeShade="BF"/>
        <w:sz w:val="18"/>
        <w:szCs w:val="18"/>
      </w:rPr>
      <w:t xml:space="preserve">                 </w:t>
    </w:r>
    <w:r w:rsidR="00CC6F01" w:rsidRPr="004C38BA">
      <w:rPr>
        <w:rFonts w:ascii="Calibri" w:hAnsi="Calibri" w:cs="Calibri"/>
        <w:color w:val="2E74B5" w:themeColor="accent1" w:themeShade="BF"/>
        <w:sz w:val="18"/>
        <w:szCs w:val="18"/>
      </w:rPr>
      <w:t xml:space="preserve"> info@el</w:t>
    </w:r>
    <w:r w:rsidR="00535A99" w:rsidRPr="004C38BA">
      <w:rPr>
        <w:rFonts w:ascii="Calibri" w:hAnsi="Calibri" w:cs="Calibri"/>
        <w:color w:val="2E74B5" w:themeColor="accent1" w:themeShade="BF"/>
        <w:sz w:val="18"/>
        <w:szCs w:val="18"/>
      </w:rPr>
      <w:t>v</w:t>
    </w:r>
    <w:r w:rsidR="00CC6F01" w:rsidRPr="004C38BA">
      <w:rPr>
        <w:rFonts w:ascii="Calibri" w:hAnsi="Calibri" w:cs="Calibri"/>
        <w:color w:val="2E74B5" w:themeColor="accent1" w:themeShade="BF"/>
        <w:sz w:val="18"/>
        <w:szCs w:val="18"/>
      </w:rPr>
      <w:t>l.ee</w:t>
    </w:r>
    <w:r w:rsidR="00CC6F01" w:rsidRPr="004C38BA">
      <w:rPr>
        <w:rFonts w:ascii="Calibri" w:hAnsi="Calibri" w:cs="Calibri"/>
        <w:color w:val="2E74B5" w:themeColor="accent1" w:themeShade="BF"/>
        <w:sz w:val="18"/>
        <w:szCs w:val="18"/>
      </w:rPr>
      <w:tab/>
    </w:r>
  </w:p>
  <w:p w14:paraId="5D53D167" w14:textId="77777777" w:rsidR="00CC6F01" w:rsidRPr="004C38BA" w:rsidRDefault="002A3A29">
    <w:pPr>
      <w:pStyle w:val="Jalus"/>
      <w:rPr>
        <w:rFonts w:ascii="Calibri" w:hAnsi="Calibri" w:cs="Calibri"/>
        <w:color w:val="2E74B5" w:themeColor="accent1" w:themeShade="BF"/>
        <w:sz w:val="18"/>
        <w:szCs w:val="18"/>
      </w:rPr>
    </w:pPr>
    <w:r w:rsidRPr="004C38BA">
      <w:rPr>
        <w:rFonts w:ascii="Calibri" w:hAnsi="Calibri" w:cs="Calibri"/>
        <w:color w:val="2E74B5" w:themeColor="accent1" w:themeShade="BF"/>
        <w:sz w:val="18"/>
        <w:szCs w:val="18"/>
      </w:rP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52674" w14:textId="77777777" w:rsidR="00A279E9" w:rsidRDefault="00A279E9" w:rsidP="00CC6F01">
      <w:pPr>
        <w:spacing w:after="0" w:line="240" w:lineRule="auto"/>
      </w:pPr>
      <w:r>
        <w:separator/>
      </w:r>
    </w:p>
  </w:footnote>
  <w:footnote w:type="continuationSeparator" w:id="0">
    <w:p w14:paraId="78AB324D" w14:textId="77777777" w:rsidR="00A279E9" w:rsidRDefault="00A279E9" w:rsidP="00CC6F01">
      <w:pPr>
        <w:spacing w:after="0" w:line="240" w:lineRule="auto"/>
      </w:pPr>
      <w:r>
        <w:continuationSeparator/>
      </w:r>
    </w:p>
  </w:footnote>
  <w:footnote w:type="continuationNotice" w:id="1">
    <w:p w14:paraId="061907C1" w14:textId="77777777" w:rsidR="00A279E9" w:rsidRDefault="00A279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FC05E" w14:textId="77777777" w:rsidR="00CC6F01" w:rsidRDefault="00CC6F01">
    <w:pPr>
      <w:pStyle w:val="Pis"/>
    </w:pPr>
  </w:p>
  <w:p w14:paraId="51138DAB" w14:textId="77777777" w:rsidR="00CC6F01" w:rsidRDefault="00CC6F01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0BB4E" w14:textId="77777777" w:rsidR="00CC6F01" w:rsidRDefault="00CC6F01">
    <w:pPr>
      <w:pStyle w:val="Pis"/>
    </w:pPr>
    <w:r>
      <w:rPr>
        <w:noProof/>
        <w:lang w:eastAsia="et-EE"/>
      </w:rPr>
      <w:drawing>
        <wp:inline distT="0" distB="0" distL="0" distR="0" wp14:anchorId="37124A9B" wp14:editId="53C4F792">
          <wp:extent cx="5760720" cy="786765"/>
          <wp:effectExtent l="0" t="0" r="0" b="0"/>
          <wp:docPr id="3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VL_blankett_est+eng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BEE"/>
    <w:rsid w:val="00011802"/>
    <w:rsid w:val="00011AC1"/>
    <w:rsid w:val="00021643"/>
    <w:rsid w:val="00024548"/>
    <w:rsid w:val="000719BF"/>
    <w:rsid w:val="000727B8"/>
    <w:rsid w:val="00091744"/>
    <w:rsid w:val="000A2161"/>
    <w:rsid w:val="000B34EF"/>
    <w:rsid w:val="000B6C96"/>
    <w:rsid w:val="000C0CA0"/>
    <w:rsid w:val="000D2A8C"/>
    <w:rsid w:val="000F0C53"/>
    <w:rsid w:val="001108BB"/>
    <w:rsid w:val="0011633C"/>
    <w:rsid w:val="0011712F"/>
    <w:rsid w:val="0012719E"/>
    <w:rsid w:val="00160E01"/>
    <w:rsid w:val="00170585"/>
    <w:rsid w:val="0017363A"/>
    <w:rsid w:val="00180136"/>
    <w:rsid w:val="00181BAD"/>
    <w:rsid w:val="00185B2E"/>
    <w:rsid w:val="00192F76"/>
    <w:rsid w:val="001B1C43"/>
    <w:rsid w:val="001C4C67"/>
    <w:rsid w:val="001D393F"/>
    <w:rsid w:val="00213BEE"/>
    <w:rsid w:val="00255A8F"/>
    <w:rsid w:val="00285C13"/>
    <w:rsid w:val="002A3A29"/>
    <w:rsid w:val="002B466C"/>
    <w:rsid w:val="002E50B2"/>
    <w:rsid w:val="002F0DCC"/>
    <w:rsid w:val="00320CB8"/>
    <w:rsid w:val="00323836"/>
    <w:rsid w:val="00333B30"/>
    <w:rsid w:val="0034108B"/>
    <w:rsid w:val="0037305A"/>
    <w:rsid w:val="003A5286"/>
    <w:rsid w:val="003B7D5B"/>
    <w:rsid w:val="003C5616"/>
    <w:rsid w:val="003E6A0F"/>
    <w:rsid w:val="003F07CD"/>
    <w:rsid w:val="00412ACE"/>
    <w:rsid w:val="00451621"/>
    <w:rsid w:val="004A107A"/>
    <w:rsid w:val="004B4032"/>
    <w:rsid w:val="004B5376"/>
    <w:rsid w:val="004C0887"/>
    <w:rsid w:val="004C26A0"/>
    <w:rsid w:val="004C38BA"/>
    <w:rsid w:val="004E5C7B"/>
    <w:rsid w:val="004E6904"/>
    <w:rsid w:val="005222D2"/>
    <w:rsid w:val="00534A14"/>
    <w:rsid w:val="00535A99"/>
    <w:rsid w:val="005614BB"/>
    <w:rsid w:val="00562EBB"/>
    <w:rsid w:val="005712EF"/>
    <w:rsid w:val="005A6661"/>
    <w:rsid w:val="005B4C62"/>
    <w:rsid w:val="005B6FCD"/>
    <w:rsid w:val="005D687B"/>
    <w:rsid w:val="005F0F9A"/>
    <w:rsid w:val="005F4936"/>
    <w:rsid w:val="0063064C"/>
    <w:rsid w:val="00643FEF"/>
    <w:rsid w:val="00672FE8"/>
    <w:rsid w:val="00677C5A"/>
    <w:rsid w:val="006A2D29"/>
    <w:rsid w:val="006C0666"/>
    <w:rsid w:val="006D1365"/>
    <w:rsid w:val="007046B7"/>
    <w:rsid w:val="00724277"/>
    <w:rsid w:val="0073240A"/>
    <w:rsid w:val="00732456"/>
    <w:rsid w:val="00743385"/>
    <w:rsid w:val="007438DC"/>
    <w:rsid w:val="00752151"/>
    <w:rsid w:val="007716D5"/>
    <w:rsid w:val="007854D9"/>
    <w:rsid w:val="00790615"/>
    <w:rsid w:val="007A277F"/>
    <w:rsid w:val="007B6648"/>
    <w:rsid w:val="007C05BD"/>
    <w:rsid w:val="007D1E1A"/>
    <w:rsid w:val="007E1B39"/>
    <w:rsid w:val="007E32FD"/>
    <w:rsid w:val="007E67CE"/>
    <w:rsid w:val="007E7AE0"/>
    <w:rsid w:val="008025D9"/>
    <w:rsid w:val="00857950"/>
    <w:rsid w:val="00872A01"/>
    <w:rsid w:val="008A4BA7"/>
    <w:rsid w:val="008D5BFB"/>
    <w:rsid w:val="008D6361"/>
    <w:rsid w:val="008E064A"/>
    <w:rsid w:val="009448E8"/>
    <w:rsid w:val="0094583C"/>
    <w:rsid w:val="0096065B"/>
    <w:rsid w:val="009623AB"/>
    <w:rsid w:val="00977862"/>
    <w:rsid w:val="00984FFD"/>
    <w:rsid w:val="00991B28"/>
    <w:rsid w:val="00995BA5"/>
    <w:rsid w:val="009A7DAB"/>
    <w:rsid w:val="009A7DBE"/>
    <w:rsid w:val="009B6037"/>
    <w:rsid w:val="00A06766"/>
    <w:rsid w:val="00A279E9"/>
    <w:rsid w:val="00A57405"/>
    <w:rsid w:val="00A62F37"/>
    <w:rsid w:val="00A642F0"/>
    <w:rsid w:val="00A66380"/>
    <w:rsid w:val="00A760C4"/>
    <w:rsid w:val="00A971B2"/>
    <w:rsid w:val="00AA2CE1"/>
    <w:rsid w:val="00AC27FD"/>
    <w:rsid w:val="00AD3E51"/>
    <w:rsid w:val="00B14F5D"/>
    <w:rsid w:val="00B15E40"/>
    <w:rsid w:val="00B35FDA"/>
    <w:rsid w:val="00B71557"/>
    <w:rsid w:val="00B85CC7"/>
    <w:rsid w:val="00B93AB4"/>
    <w:rsid w:val="00B97559"/>
    <w:rsid w:val="00BB5786"/>
    <w:rsid w:val="00BC75C2"/>
    <w:rsid w:val="00BE0D31"/>
    <w:rsid w:val="00BF4E58"/>
    <w:rsid w:val="00C51743"/>
    <w:rsid w:val="00C5235A"/>
    <w:rsid w:val="00C7586D"/>
    <w:rsid w:val="00C8109F"/>
    <w:rsid w:val="00C90677"/>
    <w:rsid w:val="00CC6F01"/>
    <w:rsid w:val="00CD2822"/>
    <w:rsid w:val="00CD4306"/>
    <w:rsid w:val="00CE3BBD"/>
    <w:rsid w:val="00D163D2"/>
    <w:rsid w:val="00D167C6"/>
    <w:rsid w:val="00D177C5"/>
    <w:rsid w:val="00D32C95"/>
    <w:rsid w:val="00D56974"/>
    <w:rsid w:val="00D74A47"/>
    <w:rsid w:val="00D76D66"/>
    <w:rsid w:val="00DA4CED"/>
    <w:rsid w:val="00DB31E9"/>
    <w:rsid w:val="00E5071E"/>
    <w:rsid w:val="00E52E40"/>
    <w:rsid w:val="00E825DC"/>
    <w:rsid w:val="00E93E99"/>
    <w:rsid w:val="00EB4F15"/>
    <w:rsid w:val="00ED2234"/>
    <w:rsid w:val="00EE047E"/>
    <w:rsid w:val="00F15258"/>
    <w:rsid w:val="00F33FFE"/>
    <w:rsid w:val="00F5021A"/>
    <w:rsid w:val="00F5307A"/>
    <w:rsid w:val="00FB29A3"/>
    <w:rsid w:val="00FD3B36"/>
    <w:rsid w:val="00FE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7BAA3"/>
  <w15:docId w15:val="{8E7C265C-0032-4342-A02B-92925604B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C6F01"/>
  </w:style>
  <w:style w:type="paragraph" w:styleId="Jalus">
    <w:name w:val="footer"/>
    <w:basedOn w:val="Normaallaad"/>
    <w:link w:val="Jalu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C6F01"/>
  </w:style>
  <w:style w:type="character" w:styleId="Hperlink">
    <w:name w:val="Hyperlink"/>
    <w:basedOn w:val="Liguvaikefont"/>
    <w:uiPriority w:val="99"/>
    <w:unhideWhenUsed/>
    <w:rsid w:val="00CC6F01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A99"/>
    <w:rPr>
      <w:rFonts w:ascii="Tahoma" w:hAnsi="Tahoma" w:cs="Tahoma"/>
      <w:sz w:val="16"/>
      <w:szCs w:val="16"/>
    </w:rPr>
  </w:style>
  <w:style w:type="character" w:styleId="Lahendamatamainimine">
    <w:name w:val="Unresolved Mention"/>
    <w:basedOn w:val="Liguvaikefont"/>
    <w:uiPriority w:val="99"/>
    <w:semiHidden/>
    <w:unhideWhenUsed/>
    <w:rsid w:val="00872A0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1705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elvl.ee/linnade-ja-valdade-paevad-2025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vl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ELVL%20blankett\ELVL%20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81c65f-5842-43c9-a691-e445a40616d7">
      <Terms xmlns="http://schemas.microsoft.com/office/infopath/2007/PartnerControls"/>
    </lcf76f155ced4ddcb4097134ff3c332f>
    <TaxCatchAll xmlns="51e387ab-2cf3-47c1-961d-d9fa51046f5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479CD319D7BE4699FE88EEFEEE7C57" ma:contentTypeVersion="20" ma:contentTypeDescription="Loo uus dokument" ma:contentTypeScope="" ma:versionID="1d4f684bd88772ca38e4feba0b8e28bc">
  <xsd:schema xmlns:xsd="http://www.w3.org/2001/XMLSchema" xmlns:xs="http://www.w3.org/2001/XMLSchema" xmlns:p="http://schemas.microsoft.com/office/2006/metadata/properties" xmlns:ns2="0d81c65f-5842-43c9-a691-e445a40616d7" xmlns:ns3="51e387ab-2cf3-47c1-961d-d9fa51046f5a" targetNamespace="http://schemas.microsoft.com/office/2006/metadata/properties" ma:root="true" ma:fieldsID="206cb3e3bce2d35ad052a6edb9a9535b" ns2:_="" ns3:_="">
    <xsd:import namespace="0d81c65f-5842-43c9-a691-e445a40616d7"/>
    <xsd:import namespace="51e387ab-2cf3-47c1-961d-d9fa51046f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1c65f-5842-43c9-a691-e445a4061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2765f91d-7ede-454c-a68b-1b422a717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387ab-2cf3-47c1-961d-d9fa51046f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4b029d-fafb-4083-b8c9-6fb998ff47d5}" ma:internalName="TaxCatchAll" ma:showField="CatchAllData" ma:web="51e387ab-2cf3-47c1-961d-d9fa51046f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2E671E-D9F5-4453-A24A-A51008A2078F}">
  <ds:schemaRefs>
    <ds:schemaRef ds:uri="http://schemas.microsoft.com/office/2006/metadata/properties"/>
    <ds:schemaRef ds:uri="http://schemas.microsoft.com/office/infopath/2007/PartnerControls"/>
    <ds:schemaRef ds:uri="0d81c65f-5842-43c9-a691-e445a40616d7"/>
    <ds:schemaRef ds:uri="51e387ab-2cf3-47c1-961d-d9fa51046f5a"/>
  </ds:schemaRefs>
</ds:datastoreItem>
</file>

<file path=customXml/itemProps2.xml><?xml version="1.0" encoding="utf-8"?>
<ds:datastoreItem xmlns:ds="http://schemas.openxmlformats.org/officeDocument/2006/customXml" ds:itemID="{2EEFB058-B05D-4123-A3CA-D72329432C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828197-215E-4DA8-92D4-571EE98433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1c65f-5842-43c9-a691-e445a40616d7"/>
    <ds:schemaRef ds:uri="51e387ab-2cf3-47c1-961d-d9fa51046f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ELVL plank</Template>
  <TotalTime>117</TotalTime>
  <Pages>1</Pages>
  <Words>191</Words>
  <Characters>1111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Sirje Ludvig</dc:creator>
  <cp:lastModifiedBy>Inga Köster</cp:lastModifiedBy>
  <cp:revision>33</cp:revision>
  <dcterms:created xsi:type="dcterms:W3CDTF">2025-02-13T14:12:00Z</dcterms:created>
  <dcterms:modified xsi:type="dcterms:W3CDTF">2025-02-28T10:45:00Z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0x01010042479CD319D7BE4699FE88EEFEEE7C57</vt:lpwstr>
  </property>
  <property fmtid="{D5CDD505-2E9C-101B-9397-08002B2CF9AE}" pid="3" name="MediaServiceImageTags">
    <vt:lpwstr/>
  </property>
</Properties>
</file>